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64C" w:rsidRPr="004B664C" w:rsidRDefault="004B664C" w:rsidP="004B664C">
      <w:pPr>
        <w:jc w:val="right"/>
        <w:rPr>
          <w:b/>
          <w:i/>
          <w:u w:val="single"/>
        </w:rPr>
      </w:pPr>
      <w:r w:rsidRPr="004B664C">
        <w:rPr>
          <w:b/>
          <w:i/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9"/>
        <w:gridCol w:w="1562"/>
        <w:gridCol w:w="385"/>
        <w:gridCol w:w="1788"/>
        <w:gridCol w:w="5424"/>
      </w:tblGrid>
      <w:tr w:rsidR="00665B4E" w:rsidRPr="00F67F8F" w:rsidTr="004B664C">
        <w:trPr>
          <w:trHeight w:hRule="exact" w:val="1928"/>
        </w:trPr>
        <w:tc>
          <w:tcPr>
            <w:tcW w:w="9638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134F70" w:rsidP="00F67F8F">
            <w:pPr>
              <w:jc w:val="center"/>
              <w:rPr>
                <w:caps/>
              </w:rPr>
            </w:pPr>
            <w:r w:rsidRPr="00F67F8F"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7780" r="10160" b="952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3839FD1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4B664C">
        <w:tc>
          <w:tcPr>
            <w:tcW w:w="9638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134F70">
              <w:rPr>
                <w:b/>
                <w:caps/>
                <w:sz w:val="28"/>
                <w:szCs w:val="28"/>
              </w:rPr>
              <w:t>ВОСЬМ</w:t>
            </w:r>
            <w:r w:rsidR="00FB2921" w:rsidRPr="00F67F8F">
              <w:rPr>
                <w:b/>
                <w:caps/>
                <w:sz w:val="28"/>
                <w:szCs w:val="28"/>
              </w:rPr>
              <w:t>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02B36" w:rsidTr="004B664C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02B36" w:rsidRDefault="00AE6515" w:rsidP="00F67F8F">
            <w:pPr>
              <w:tabs>
                <w:tab w:val="left" w:pos="-2160"/>
              </w:tabs>
              <w:jc w:val="right"/>
              <w:rPr>
                <w:sz w:val="28"/>
                <w:szCs w:val="28"/>
              </w:rPr>
            </w:pPr>
            <w:r w:rsidRPr="00302B36">
              <w:rPr>
                <w:sz w:val="28"/>
                <w:szCs w:val="28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02B36" w:rsidRDefault="004B664C" w:rsidP="00302B36">
            <w:pPr>
              <w:ind w:left="-99" w:right="-72"/>
              <w:rPr>
                <w:sz w:val="28"/>
                <w:szCs w:val="28"/>
              </w:rPr>
            </w:pPr>
            <w:r w:rsidRPr="00302B36">
              <w:rPr>
                <w:sz w:val="28"/>
                <w:szCs w:val="28"/>
              </w:rPr>
              <w:t>00.0</w:t>
            </w:r>
            <w:r w:rsidR="00302B36" w:rsidRPr="00302B36">
              <w:rPr>
                <w:sz w:val="28"/>
                <w:szCs w:val="28"/>
              </w:rPr>
              <w:t>0</w:t>
            </w:r>
            <w:r w:rsidRPr="00302B36">
              <w:rPr>
                <w:sz w:val="28"/>
                <w:szCs w:val="28"/>
              </w:rPr>
              <w:t>.2025г.</w:t>
            </w: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02B36" w:rsidRDefault="00AE6515" w:rsidP="00F67F8F">
            <w:pPr>
              <w:ind w:left="-99" w:right="-37"/>
              <w:jc w:val="center"/>
              <w:rPr>
                <w:sz w:val="28"/>
                <w:szCs w:val="28"/>
              </w:rPr>
            </w:pPr>
            <w:r w:rsidRPr="00302B36">
              <w:rPr>
                <w:sz w:val="28"/>
                <w:szCs w:val="28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02B36" w:rsidRDefault="004B664C" w:rsidP="00F67F8F">
            <w:pPr>
              <w:ind w:left="-99" w:right="-72"/>
              <w:rPr>
                <w:sz w:val="28"/>
                <w:szCs w:val="28"/>
              </w:rPr>
            </w:pPr>
            <w:r w:rsidRPr="00302B36">
              <w:rPr>
                <w:sz w:val="28"/>
                <w:szCs w:val="28"/>
              </w:rPr>
              <w:t>00/00</w:t>
            </w:r>
          </w:p>
        </w:tc>
        <w:tc>
          <w:tcPr>
            <w:tcW w:w="5582" w:type="dxa"/>
            <w:shd w:val="clear" w:color="auto" w:fill="auto"/>
            <w:vAlign w:val="bottom"/>
          </w:tcPr>
          <w:p w:rsidR="00AE6515" w:rsidRPr="00302B36" w:rsidRDefault="00AE6515" w:rsidP="00F67F8F">
            <w:pPr>
              <w:ind w:left="-99" w:right="-72"/>
              <w:jc w:val="center"/>
              <w:rPr>
                <w:sz w:val="28"/>
                <w:szCs w:val="28"/>
              </w:rPr>
            </w:pPr>
          </w:p>
        </w:tc>
      </w:tr>
      <w:tr w:rsidR="00302B36" w:rsidRPr="00302B36" w:rsidTr="004B664C">
        <w:trPr>
          <w:trHeight w:val="2155"/>
        </w:trPr>
        <w:tc>
          <w:tcPr>
            <w:tcW w:w="9638" w:type="dxa"/>
            <w:gridSpan w:val="5"/>
            <w:shd w:val="clear" w:color="auto" w:fill="auto"/>
          </w:tcPr>
          <w:p w:rsidR="00B269AE" w:rsidRPr="00302B36" w:rsidRDefault="004B664C" w:rsidP="00302B36">
            <w:pPr>
              <w:spacing w:before="480" w:after="480" w:line="240" w:lineRule="exact"/>
              <w:ind w:right="5103"/>
              <w:jc w:val="both"/>
              <w:rPr>
                <w:sz w:val="28"/>
                <w:szCs w:val="28"/>
              </w:rPr>
            </w:pPr>
            <w:r w:rsidRPr="00302B36">
              <w:rPr>
                <w:sz w:val="28"/>
                <w:szCs w:val="28"/>
              </w:rPr>
              <w:t>О внесении изменени</w:t>
            </w:r>
            <w:r w:rsidR="00C25218" w:rsidRPr="00302B36">
              <w:rPr>
                <w:sz w:val="28"/>
                <w:szCs w:val="28"/>
              </w:rPr>
              <w:t>я</w:t>
            </w:r>
            <w:r w:rsidRPr="00302B36">
              <w:rPr>
                <w:sz w:val="28"/>
                <w:szCs w:val="28"/>
              </w:rPr>
              <w:t xml:space="preserve"> в пункт 4 Положения о муниципальном дорожном фонде муниципального образования город Усть-Илимск, утвержденно</w:t>
            </w:r>
            <w:r w:rsidR="00C25218" w:rsidRPr="00302B36">
              <w:rPr>
                <w:sz w:val="28"/>
                <w:szCs w:val="28"/>
              </w:rPr>
              <w:t>го</w:t>
            </w:r>
            <w:r w:rsidRPr="00302B36">
              <w:rPr>
                <w:sz w:val="28"/>
                <w:szCs w:val="28"/>
              </w:rPr>
              <w:t xml:space="preserve"> решением Городской Думы города Усть-Илимска от 31.10.2013г. № 61/419</w:t>
            </w:r>
            <w:r w:rsidR="00134F70" w:rsidRPr="00302B36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1B847222" wp14:editId="431B311B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8DF0DD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DcN&#10;/mkuAwAAaw8AAA4AAAAAAAAAAAAAAAAALgIAAGRycy9lMm9Eb2MueG1sUEsBAi0AFAAGAAgAAAAh&#10;AG5B49/fAAAACAEAAA8AAAAAAAAAAAAAAAAAiAUAAGRycy9kb3ducmV2LnhtbFBLBQYAAAAABAAE&#10;APMAAACU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</w:p>
        </w:tc>
      </w:tr>
    </w:tbl>
    <w:p w:rsidR="004B664C" w:rsidRPr="00302B36" w:rsidRDefault="004B664C" w:rsidP="004B664C">
      <w:pPr>
        <w:autoSpaceDE w:val="0"/>
        <w:autoSpaceDN w:val="0"/>
        <w:adjustRightInd w:val="0"/>
        <w:ind w:firstLine="300"/>
        <w:jc w:val="both"/>
        <w:rPr>
          <w:sz w:val="33"/>
          <w:szCs w:val="33"/>
        </w:rPr>
      </w:pPr>
    </w:p>
    <w:p w:rsidR="004B664C" w:rsidRPr="00302B36" w:rsidRDefault="004B664C" w:rsidP="004B66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2B36">
        <w:rPr>
          <w:sz w:val="28"/>
          <w:szCs w:val="28"/>
        </w:rPr>
        <w:t>Руководствуясь статьями 23, 34, 43</w:t>
      </w:r>
      <w:r w:rsidR="00C71398" w:rsidRPr="00302B36">
        <w:rPr>
          <w:sz w:val="28"/>
          <w:szCs w:val="28"/>
        </w:rPr>
        <w:t>, 51, 53</w:t>
      </w:r>
      <w:r w:rsidRPr="00302B36">
        <w:rPr>
          <w:sz w:val="28"/>
          <w:szCs w:val="28"/>
        </w:rPr>
        <w:t xml:space="preserve"> Устава муниципального образования город Усть-Илимск, Городская Дума,</w:t>
      </w:r>
      <w:r w:rsidR="00C71398" w:rsidRPr="00302B36">
        <w:rPr>
          <w:sz w:val="28"/>
          <w:szCs w:val="28"/>
        </w:rPr>
        <w:t xml:space="preserve"> –</w:t>
      </w:r>
    </w:p>
    <w:p w:rsidR="004B664C" w:rsidRPr="00302B36" w:rsidRDefault="004B664C" w:rsidP="004B664C">
      <w:pPr>
        <w:keepLines/>
        <w:autoSpaceDE w:val="0"/>
        <w:autoSpaceDN w:val="0"/>
        <w:adjustRightInd w:val="0"/>
        <w:ind w:firstLine="708"/>
        <w:rPr>
          <w:b/>
          <w:sz w:val="28"/>
          <w:szCs w:val="28"/>
        </w:rPr>
      </w:pPr>
      <w:r w:rsidRPr="00302B36">
        <w:rPr>
          <w:b/>
          <w:sz w:val="28"/>
          <w:szCs w:val="28"/>
        </w:rPr>
        <w:t>РЕШИЛА:</w:t>
      </w:r>
    </w:p>
    <w:p w:rsidR="004B664C" w:rsidRPr="00302B36" w:rsidRDefault="004B664C" w:rsidP="004B664C">
      <w:pPr>
        <w:ind w:firstLine="709"/>
        <w:jc w:val="both"/>
        <w:rPr>
          <w:sz w:val="28"/>
          <w:szCs w:val="28"/>
        </w:rPr>
      </w:pPr>
      <w:r w:rsidRPr="00302B36">
        <w:rPr>
          <w:sz w:val="28"/>
          <w:szCs w:val="28"/>
        </w:rPr>
        <w:t xml:space="preserve">1. Внести в пункт 4 </w:t>
      </w:r>
      <w:r w:rsidR="00486400" w:rsidRPr="00302B36">
        <w:rPr>
          <w:sz w:val="28"/>
          <w:szCs w:val="28"/>
        </w:rPr>
        <w:t>Положения</w:t>
      </w:r>
      <w:r w:rsidRPr="00302B36">
        <w:rPr>
          <w:sz w:val="28"/>
          <w:szCs w:val="28"/>
        </w:rPr>
        <w:t xml:space="preserve"> о муниципальном дорожном фонде муниципального образования город Усть-Илимск, утвержденно</w:t>
      </w:r>
      <w:r w:rsidR="00C25218" w:rsidRPr="00302B36">
        <w:rPr>
          <w:sz w:val="28"/>
          <w:szCs w:val="28"/>
        </w:rPr>
        <w:t>го</w:t>
      </w:r>
      <w:r w:rsidRPr="00302B36">
        <w:rPr>
          <w:sz w:val="28"/>
          <w:szCs w:val="28"/>
        </w:rPr>
        <w:t xml:space="preserve"> решением Городской Думы города Усть-Илимска от 31.10.2013г. № 61/419, следующ</w:t>
      </w:r>
      <w:r w:rsidR="00C25218" w:rsidRPr="00302B36">
        <w:rPr>
          <w:sz w:val="28"/>
          <w:szCs w:val="28"/>
        </w:rPr>
        <w:t>е</w:t>
      </w:r>
      <w:r w:rsidRPr="00302B36">
        <w:rPr>
          <w:sz w:val="28"/>
          <w:szCs w:val="28"/>
        </w:rPr>
        <w:t>е изменени</w:t>
      </w:r>
      <w:r w:rsidR="00C25218" w:rsidRPr="00302B36">
        <w:rPr>
          <w:sz w:val="28"/>
          <w:szCs w:val="28"/>
        </w:rPr>
        <w:t>е</w:t>
      </w:r>
      <w:r w:rsidRPr="00302B36">
        <w:rPr>
          <w:sz w:val="28"/>
          <w:szCs w:val="28"/>
        </w:rPr>
        <w:t>:</w:t>
      </w:r>
    </w:p>
    <w:p w:rsidR="004B664C" w:rsidRPr="00302B36" w:rsidRDefault="004B664C" w:rsidP="004B66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2B36">
        <w:rPr>
          <w:sz w:val="28"/>
          <w:szCs w:val="28"/>
        </w:rPr>
        <w:t>дополнить подпунктом 16 следующего содержания:</w:t>
      </w:r>
    </w:p>
    <w:p w:rsidR="004B664C" w:rsidRPr="00302B36" w:rsidRDefault="004B664C" w:rsidP="004B66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2B36">
        <w:rPr>
          <w:sz w:val="28"/>
          <w:szCs w:val="28"/>
        </w:rPr>
        <w:t xml:space="preserve">«16) </w:t>
      </w:r>
      <w:r w:rsidR="00C71398" w:rsidRPr="00302B36">
        <w:rPr>
          <w:sz w:val="28"/>
          <w:szCs w:val="28"/>
        </w:rPr>
        <w:t>иных поступлений в бюджет города</w:t>
      </w:r>
      <w:r w:rsidRPr="00302B36">
        <w:rPr>
          <w:sz w:val="28"/>
          <w:szCs w:val="28"/>
        </w:rPr>
        <w:t>.».</w:t>
      </w:r>
    </w:p>
    <w:p w:rsidR="00317D9B" w:rsidRPr="00302B36" w:rsidRDefault="00486400" w:rsidP="004B664C">
      <w:pPr>
        <w:ind w:firstLine="709"/>
        <w:jc w:val="both"/>
        <w:rPr>
          <w:sz w:val="28"/>
          <w:szCs w:val="28"/>
        </w:rPr>
      </w:pPr>
      <w:r w:rsidRPr="00302B36">
        <w:rPr>
          <w:sz w:val="28"/>
          <w:szCs w:val="28"/>
        </w:rPr>
        <w:t>2</w:t>
      </w:r>
      <w:r w:rsidR="004B664C" w:rsidRPr="00302B36">
        <w:rPr>
          <w:sz w:val="28"/>
          <w:szCs w:val="28"/>
        </w:rPr>
        <w:t>. Опубликовать настоящее решение в газете «Усть-Илимск официальный»</w:t>
      </w:r>
      <w:r w:rsidR="00C25218" w:rsidRPr="00302B36">
        <w:rPr>
          <w:sz w:val="28"/>
          <w:szCs w:val="28"/>
        </w:rPr>
        <w:t>,</w:t>
      </w:r>
      <w:r w:rsidR="004B664C" w:rsidRPr="00302B36">
        <w:rPr>
          <w:sz w:val="28"/>
          <w:szCs w:val="28"/>
        </w:rPr>
        <w:t xml:space="preserve"> </w:t>
      </w:r>
      <w:r w:rsidR="004B664C" w:rsidRPr="00302B36">
        <w:rPr>
          <w:strike/>
          <w:sz w:val="28"/>
          <w:szCs w:val="28"/>
        </w:rPr>
        <w:t>и</w:t>
      </w:r>
      <w:r w:rsidR="004B664C" w:rsidRPr="00302B36">
        <w:rPr>
          <w:sz w:val="28"/>
          <w:szCs w:val="28"/>
        </w:rPr>
        <w:t xml:space="preserve"> разместить на официальных сайтах Городской Думы</w:t>
      </w:r>
      <w:r w:rsidR="00C25218" w:rsidRPr="00302B36">
        <w:rPr>
          <w:sz w:val="28"/>
          <w:szCs w:val="28"/>
        </w:rPr>
        <w:t xml:space="preserve"> города Усть-Илимска</w:t>
      </w:r>
      <w:r w:rsidR="004B664C" w:rsidRPr="00302B36">
        <w:rPr>
          <w:sz w:val="28"/>
          <w:szCs w:val="28"/>
        </w:rPr>
        <w:t>, Администрации города Усть-Илимска.</w:t>
      </w:r>
      <w:r w:rsidR="00134F70" w:rsidRPr="00302B36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0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13335" t="10160" r="9525" b="10795"/>
                <wp:wrapNone/>
                <wp:docPr id="1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36195"/>
                          <a:chOff x="1701" y="15706"/>
                          <a:chExt cx="9639" cy="57"/>
                        </a:xfrm>
                      </wpg:grpSpPr>
                      <wpg:grpSp>
                        <wpg:cNvPr id="2" name="Group 18"/>
                        <wpg:cNvGrpSpPr>
                          <a:grpSpLocks/>
                        </wpg:cNvGrpSpPr>
                        <wpg:grpSpPr bwMode="auto">
                          <a:xfrm flipV="1">
                            <a:off x="1701" y="15706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21"/>
                        <wpg:cNvGrpSpPr>
                          <a:grpSpLocks/>
                        </wpg:cNvGrpSpPr>
                        <wpg:grpSpPr bwMode="auto">
                          <a:xfrm flipV="1">
                            <a:off x="11283" y="15706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73E95B" id="Group 24" o:spid="_x0000_s1026" style="position:absolute;margin-left:0;margin-top:785.3pt;width:481.95pt;height:2.85pt;z-index:-251658752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" o:allowoverlap="f">
                <v:group id="Group 18" o:spid="_x0000_s1027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    <v:line id="Line 19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20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/v:group>
                <v:group id="Group 21" o:spid="_x0000_s1030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9/I8IAAADaAAAADwAAAGRycy9kb3ducmV2LnhtbESPQWvCQBSE74X+h+UV&#10;ems2SiwluooISpBeGtuS4yP7TBazb0N2G+O/7wqFHoeZ+YZZbSbbiZEGbxwrmCUpCOLaacONgs/T&#10;/uUNhA/IGjvHpOBGHjbrx4cV5tpd+YPGMjQiQtjnqKANoc+l9HVLFn3ieuLond1gMUQ5NFIPeI1w&#10;28l5mr5Ki4bjQos97VqqL+WPVfC1NRll39XxPa2JCi2rQ2kypZ6fpu0SRKAp/If/2oVWsID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bvfyPCAAAA2gAAAA8A&#10;AAAAAAAAAAAAAAAAqgIAAGRycy9kb3ducmV2LnhtbFBLBQYAAAAABAAEAPoAAACZAwAAAAA=&#10;">
                  <v:line id="Line 22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23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w10:wrap anchorx="margin" anchory="page"/>
              </v:group>
            </w:pict>
          </mc:Fallback>
        </mc:AlternateContent>
      </w:r>
    </w:p>
    <w:p w:rsidR="004B664C" w:rsidRPr="00302B36" w:rsidRDefault="004B664C" w:rsidP="004B664C">
      <w:pPr>
        <w:jc w:val="both"/>
        <w:rPr>
          <w:sz w:val="28"/>
          <w:szCs w:val="28"/>
        </w:rPr>
      </w:pPr>
    </w:p>
    <w:p w:rsidR="004B664C" w:rsidRDefault="004B664C" w:rsidP="004B664C">
      <w:pPr>
        <w:jc w:val="both"/>
        <w:rPr>
          <w:sz w:val="28"/>
          <w:szCs w:val="28"/>
        </w:rPr>
      </w:pPr>
    </w:p>
    <w:p w:rsidR="004B664C" w:rsidRPr="004B664C" w:rsidRDefault="004B664C" w:rsidP="004B664C">
      <w:pPr>
        <w:jc w:val="both"/>
        <w:rPr>
          <w:b/>
          <w:sz w:val="28"/>
          <w:szCs w:val="28"/>
        </w:rPr>
      </w:pPr>
      <w:r w:rsidRPr="004B664C">
        <w:rPr>
          <w:b/>
          <w:sz w:val="28"/>
          <w:szCs w:val="28"/>
        </w:rPr>
        <w:t>Председатель Городской Думы</w:t>
      </w:r>
      <w:r w:rsidRPr="004B664C">
        <w:rPr>
          <w:b/>
          <w:sz w:val="28"/>
          <w:szCs w:val="28"/>
        </w:rPr>
        <w:tab/>
      </w:r>
      <w:r w:rsidRPr="004B664C">
        <w:rPr>
          <w:b/>
          <w:sz w:val="28"/>
          <w:szCs w:val="28"/>
        </w:rPr>
        <w:tab/>
      </w:r>
      <w:r w:rsidRPr="004B664C">
        <w:rPr>
          <w:b/>
          <w:sz w:val="28"/>
          <w:szCs w:val="28"/>
        </w:rPr>
        <w:tab/>
      </w:r>
      <w:r w:rsidRPr="004B664C">
        <w:rPr>
          <w:b/>
          <w:sz w:val="28"/>
          <w:szCs w:val="28"/>
        </w:rPr>
        <w:tab/>
      </w:r>
      <w:r w:rsidRPr="004B664C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4B664C">
        <w:rPr>
          <w:b/>
          <w:sz w:val="28"/>
          <w:szCs w:val="28"/>
        </w:rPr>
        <w:t>А.П. Чихирьков</w:t>
      </w:r>
    </w:p>
    <w:p w:rsidR="004B664C" w:rsidRPr="004B664C" w:rsidRDefault="004B664C" w:rsidP="004B664C">
      <w:pPr>
        <w:jc w:val="both"/>
        <w:rPr>
          <w:b/>
          <w:sz w:val="28"/>
          <w:szCs w:val="28"/>
        </w:rPr>
      </w:pPr>
    </w:p>
    <w:p w:rsidR="004B664C" w:rsidRDefault="004B664C" w:rsidP="004B664C">
      <w:pPr>
        <w:jc w:val="both"/>
        <w:rPr>
          <w:b/>
          <w:sz w:val="28"/>
          <w:szCs w:val="28"/>
        </w:rPr>
      </w:pPr>
      <w:r w:rsidRPr="004B664C">
        <w:rPr>
          <w:b/>
          <w:sz w:val="28"/>
          <w:szCs w:val="28"/>
        </w:rPr>
        <w:t>Мэр города</w:t>
      </w:r>
      <w:r w:rsidRPr="004B664C">
        <w:rPr>
          <w:b/>
          <w:sz w:val="28"/>
          <w:szCs w:val="28"/>
        </w:rPr>
        <w:tab/>
      </w:r>
      <w:r w:rsidRPr="004B664C">
        <w:rPr>
          <w:b/>
          <w:sz w:val="28"/>
          <w:szCs w:val="28"/>
        </w:rPr>
        <w:tab/>
      </w:r>
      <w:r w:rsidRPr="004B664C">
        <w:rPr>
          <w:b/>
          <w:sz w:val="28"/>
          <w:szCs w:val="28"/>
        </w:rPr>
        <w:tab/>
      </w:r>
      <w:r w:rsidRPr="004B664C">
        <w:rPr>
          <w:b/>
          <w:sz w:val="28"/>
          <w:szCs w:val="28"/>
        </w:rPr>
        <w:tab/>
      </w:r>
      <w:r w:rsidRPr="004B664C">
        <w:rPr>
          <w:b/>
          <w:sz w:val="28"/>
          <w:szCs w:val="28"/>
        </w:rPr>
        <w:tab/>
      </w:r>
      <w:r w:rsidRPr="004B664C">
        <w:rPr>
          <w:b/>
          <w:sz w:val="28"/>
          <w:szCs w:val="28"/>
        </w:rPr>
        <w:tab/>
      </w:r>
      <w:r w:rsidRPr="004B664C">
        <w:rPr>
          <w:b/>
          <w:sz w:val="28"/>
          <w:szCs w:val="28"/>
        </w:rPr>
        <w:tab/>
      </w:r>
      <w:r w:rsidRPr="004B664C">
        <w:rPr>
          <w:b/>
          <w:sz w:val="28"/>
          <w:szCs w:val="28"/>
        </w:rPr>
        <w:tab/>
      </w:r>
      <w:r w:rsidRPr="004B664C">
        <w:rPr>
          <w:b/>
          <w:sz w:val="28"/>
          <w:szCs w:val="28"/>
        </w:rPr>
        <w:tab/>
        <w:t>Э.В. Симонов</w:t>
      </w:r>
    </w:p>
    <w:p w:rsidR="00B70D98" w:rsidRDefault="00B70D98" w:rsidP="004B664C">
      <w:pPr>
        <w:jc w:val="both"/>
        <w:rPr>
          <w:b/>
          <w:sz w:val="28"/>
          <w:szCs w:val="28"/>
        </w:rPr>
      </w:pPr>
    </w:p>
    <w:p w:rsidR="00B70D98" w:rsidRDefault="00B70D98" w:rsidP="004B664C">
      <w:pPr>
        <w:jc w:val="both"/>
        <w:rPr>
          <w:b/>
          <w:sz w:val="28"/>
          <w:szCs w:val="28"/>
        </w:rPr>
      </w:pPr>
    </w:p>
    <w:p w:rsidR="00B70D98" w:rsidRDefault="00B70D98" w:rsidP="004B664C">
      <w:pPr>
        <w:jc w:val="both"/>
        <w:rPr>
          <w:b/>
          <w:sz w:val="28"/>
          <w:szCs w:val="28"/>
        </w:rPr>
      </w:pPr>
    </w:p>
    <w:p w:rsidR="00B70D98" w:rsidRDefault="00B70D98" w:rsidP="004B664C">
      <w:pPr>
        <w:jc w:val="both"/>
        <w:rPr>
          <w:b/>
          <w:sz w:val="28"/>
          <w:szCs w:val="28"/>
        </w:rPr>
      </w:pPr>
    </w:p>
    <w:p w:rsidR="00B70D98" w:rsidRDefault="00B70D98" w:rsidP="004B664C">
      <w:pPr>
        <w:jc w:val="both"/>
        <w:rPr>
          <w:b/>
          <w:sz w:val="28"/>
          <w:szCs w:val="28"/>
        </w:rPr>
      </w:pPr>
    </w:p>
    <w:p w:rsidR="00B70D98" w:rsidRDefault="00B70D98" w:rsidP="004B664C">
      <w:pPr>
        <w:jc w:val="both"/>
        <w:rPr>
          <w:b/>
          <w:sz w:val="28"/>
          <w:szCs w:val="28"/>
        </w:rPr>
      </w:pPr>
    </w:p>
    <w:sectPr w:rsidR="00B70D98" w:rsidSect="006531B8">
      <w:headerReference w:type="even" r:id="rId6"/>
      <w:headerReference w:type="default" r:id="rId7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429" w:rsidRDefault="00CC7429">
      <w:r>
        <w:separator/>
      </w:r>
    </w:p>
  </w:endnote>
  <w:endnote w:type="continuationSeparator" w:id="0">
    <w:p w:rsidR="00CC7429" w:rsidRDefault="00CC7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429" w:rsidRDefault="00CC7429">
      <w:r>
        <w:separator/>
      </w:r>
    </w:p>
  </w:footnote>
  <w:footnote w:type="continuationSeparator" w:id="0">
    <w:p w:rsidR="00CC7429" w:rsidRDefault="00CC74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97585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F70"/>
    <w:rsid w:val="00000205"/>
    <w:rsid w:val="0000313A"/>
    <w:rsid w:val="0005664E"/>
    <w:rsid w:val="00062718"/>
    <w:rsid w:val="00075F8F"/>
    <w:rsid w:val="000832FC"/>
    <w:rsid w:val="000858CE"/>
    <w:rsid w:val="00086999"/>
    <w:rsid w:val="00096A57"/>
    <w:rsid w:val="000A073A"/>
    <w:rsid w:val="000E776A"/>
    <w:rsid w:val="00113623"/>
    <w:rsid w:val="00134F70"/>
    <w:rsid w:val="001D00F8"/>
    <w:rsid w:val="00230E17"/>
    <w:rsid w:val="0026187E"/>
    <w:rsid w:val="002A11E4"/>
    <w:rsid w:val="002A25B5"/>
    <w:rsid w:val="002C1B1A"/>
    <w:rsid w:val="002D638F"/>
    <w:rsid w:val="002E54C2"/>
    <w:rsid w:val="00301824"/>
    <w:rsid w:val="00302B36"/>
    <w:rsid w:val="00314B6B"/>
    <w:rsid w:val="00317D9B"/>
    <w:rsid w:val="0035346C"/>
    <w:rsid w:val="00366AD2"/>
    <w:rsid w:val="003A6547"/>
    <w:rsid w:val="003B67BB"/>
    <w:rsid w:val="003E3A89"/>
    <w:rsid w:val="00416FB0"/>
    <w:rsid w:val="004713B9"/>
    <w:rsid w:val="00486400"/>
    <w:rsid w:val="004B664C"/>
    <w:rsid w:val="004B6769"/>
    <w:rsid w:val="004C7A24"/>
    <w:rsid w:val="004E11D1"/>
    <w:rsid w:val="004F7945"/>
    <w:rsid w:val="00517590"/>
    <w:rsid w:val="005906A2"/>
    <w:rsid w:val="005A3F1D"/>
    <w:rsid w:val="005E6828"/>
    <w:rsid w:val="006531B8"/>
    <w:rsid w:val="00665B4E"/>
    <w:rsid w:val="006835B0"/>
    <w:rsid w:val="00685116"/>
    <w:rsid w:val="0068519E"/>
    <w:rsid w:val="006923CC"/>
    <w:rsid w:val="006F6562"/>
    <w:rsid w:val="00732B5A"/>
    <w:rsid w:val="00744DBD"/>
    <w:rsid w:val="007854A9"/>
    <w:rsid w:val="0087273A"/>
    <w:rsid w:val="009A75C0"/>
    <w:rsid w:val="00A95469"/>
    <w:rsid w:val="00AC7D33"/>
    <w:rsid w:val="00AE4BF8"/>
    <w:rsid w:val="00AE6515"/>
    <w:rsid w:val="00AF7757"/>
    <w:rsid w:val="00B269AE"/>
    <w:rsid w:val="00B62FD1"/>
    <w:rsid w:val="00B70D98"/>
    <w:rsid w:val="00B758EB"/>
    <w:rsid w:val="00B97585"/>
    <w:rsid w:val="00BB6E66"/>
    <w:rsid w:val="00BF4EBD"/>
    <w:rsid w:val="00C25218"/>
    <w:rsid w:val="00C50EE6"/>
    <w:rsid w:val="00C65FF0"/>
    <w:rsid w:val="00C66935"/>
    <w:rsid w:val="00C71398"/>
    <w:rsid w:val="00CC7429"/>
    <w:rsid w:val="00D07B1D"/>
    <w:rsid w:val="00D8165B"/>
    <w:rsid w:val="00DB120A"/>
    <w:rsid w:val="00DD7981"/>
    <w:rsid w:val="00E20421"/>
    <w:rsid w:val="00E23BEC"/>
    <w:rsid w:val="00E437DE"/>
    <w:rsid w:val="00E70619"/>
    <w:rsid w:val="00EC238D"/>
    <w:rsid w:val="00EF646F"/>
    <w:rsid w:val="00F27F78"/>
    <w:rsid w:val="00F6026C"/>
    <w:rsid w:val="00F6186F"/>
    <w:rsid w:val="00F67F8F"/>
    <w:rsid w:val="00F7371A"/>
    <w:rsid w:val="00F8408D"/>
    <w:rsid w:val="00F85880"/>
    <w:rsid w:val="00FB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071F6BE-5FFD-40DA-8D5E-6F3F2EC68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4B66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5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Скоблова Марина Сергеевна</cp:lastModifiedBy>
  <cp:revision>6</cp:revision>
  <cp:lastPrinted>2010-01-14T05:36:00Z</cp:lastPrinted>
  <dcterms:created xsi:type="dcterms:W3CDTF">2025-03-28T02:10:00Z</dcterms:created>
  <dcterms:modified xsi:type="dcterms:W3CDTF">2025-03-28T02:14:00Z</dcterms:modified>
</cp:coreProperties>
</file>